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4E5C72" w14:textId="4E39CFC5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14323A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14323A">
        <w:rPr>
          <w:rFonts w:ascii="Corbel" w:hAnsi="Corbel"/>
          <w:bCs/>
          <w:i/>
        </w:rPr>
        <w:t>23</w:t>
      </w:r>
    </w:p>
    <w:p w14:paraId="5D4E5C7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D4E5C74" w14:textId="40F514B4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943A76">
        <w:rPr>
          <w:rFonts w:ascii="Corbel" w:hAnsi="Corbel"/>
          <w:i/>
          <w:smallCaps/>
          <w:sz w:val="24"/>
          <w:szCs w:val="24"/>
        </w:rPr>
        <w:t>202</w:t>
      </w:r>
      <w:r w:rsidR="0091521E">
        <w:rPr>
          <w:rFonts w:ascii="Corbel" w:hAnsi="Corbel"/>
          <w:i/>
          <w:smallCaps/>
          <w:sz w:val="24"/>
          <w:szCs w:val="24"/>
        </w:rPr>
        <w:t>3</w:t>
      </w:r>
      <w:r w:rsidR="00943A76">
        <w:rPr>
          <w:rFonts w:ascii="Corbel" w:hAnsi="Corbel"/>
          <w:i/>
          <w:smallCaps/>
          <w:sz w:val="24"/>
          <w:szCs w:val="24"/>
        </w:rPr>
        <w:t>-</w:t>
      </w:r>
      <w:r w:rsidR="00C37537">
        <w:rPr>
          <w:rFonts w:ascii="Corbel" w:hAnsi="Corbel"/>
          <w:i/>
          <w:smallCaps/>
          <w:sz w:val="24"/>
          <w:szCs w:val="24"/>
        </w:rPr>
        <w:t>20</w:t>
      </w:r>
      <w:r w:rsidR="00C7609E">
        <w:rPr>
          <w:rFonts w:ascii="Corbel" w:hAnsi="Corbel"/>
          <w:i/>
          <w:smallCaps/>
          <w:sz w:val="24"/>
          <w:szCs w:val="24"/>
        </w:rPr>
        <w:t>2</w:t>
      </w:r>
      <w:r w:rsidR="0091521E">
        <w:rPr>
          <w:rFonts w:ascii="Corbel" w:hAnsi="Corbel"/>
          <w:i/>
          <w:smallCaps/>
          <w:sz w:val="24"/>
          <w:szCs w:val="24"/>
        </w:rPr>
        <w:t>6</w:t>
      </w:r>
    </w:p>
    <w:p w14:paraId="5D4E5C75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D4E5C76" w14:textId="7704CF11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9C659D">
        <w:rPr>
          <w:rFonts w:ascii="Corbel" w:hAnsi="Corbel"/>
          <w:sz w:val="20"/>
          <w:szCs w:val="20"/>
        </w:rPr>
        <w:t xml:space="preserve">ok akademicki   </w:t>
      </w:r>
      <w:r w:rsidR="00943A76">
        <w:rPr>
          <w:rFonts w:ascii="Corbel" w:hAnsi="Corbel"/>
          <w:sz w:val="20"/>
          <w:szCs w:val="20"/>
        </w:rPr>
        <w:t>202</w:t>
      </w:r>
      <w:r w:rsidR="0091521E">
        <w:rPr>
          <w:rFonts w:ascii="Corbel" w:hAnsi="Corbel"/>
          <w:sz w:val="20"/>
          <w:szCs w:val="20"/>
        </w:rPr>
        <w:t>3</w:t>
      </w:r>
      <w:r w:rsidR="00C7609E">
        <w:rPr>
          <w:rFonts w:ascii="Corbel" w:hAnsi="Corbel"/>
          <w:sz w:val="20"/>
          <w:szCs w:val="20"/>
        </w:rPr>
        <w:t>/202</w:t>
      </w:r>
      <w:r w:rsidR="0091521E">
        <w:rPr>
          <w:rFonts w:ascii="Corbel" w:hAnsi="Corbel"/>
          <w:sz w:val="20"/>
          <w:szCs w:val="20"/>
        </w:rPr>
        <w:t>4</w:t>
      </w:r>
    </w:p>
    <w:p w14:paraId="5D4E5C77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4E5C7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9C659D" w:rsidRPr="009C54AE" w14:paraId="5D4E5C7B" w14:textId="77777777" w:rsidTr="00B819C8">
        <w:tc>
          <w:tcPr>
            <w:tcW w:w="2694" w:type="dxa"/>
            <w:vAlign w:val="center"/>
          </w:tcPr>
          <w:p w14:paraId="5D4E5C79" w14:textId="77777777"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D4E5C7A" w14:textId="77777777"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Konflikt i negocjacje</w:t>
            </w:r>
          </w:p>
        </w:tc>
      </w:tr>
      <w:tr w:rsidR="009C659D" w:rsidRPr="009C54AE" w14:paraId="5D4E5C7E" w14:textId="77777777" w:rsidTr="00B819C8">
        <w:tc>
          <w:tcPr>
            <w:tcW w:w="2694" w:type="dxa"/>
            <w:vAlign w:val="center"/>
          </w:tcPr>
          <w:p w14:paraId="5D4E5C7C" w14:textId="77777777"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D4E5C7D" w14:textId="77777777"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9C659D" w:rsidRPr="009C54AE" w14:paraId="5D4E5C81" w14:textId="77777777" w:rsidTr="00B819C8">
        <w:tc>
          <w:tcPr>
            <w:tcW w:w="2694" w:type="dxa"/>
            <w:vAlign w:val="center"/>
          </w:tcPr>
          <w:p w14:paraId="5D4E5C7F" w14:textId="5DB81C9F" w:rsidR="009C659D" w:rsidRPr="009C54AE" w:rsidRDefault="00FA2A53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9C659D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9C659D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4E5C80" w14:textId="77777777" w:rsidR="009C659D" w:rsidRPr="009C54AE" w:rsidRDefault="00512EEB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C659D" w:rsidRPr="009C54AE" w14:paraId="5D4E5C84" w14:textId="77777777" w:rsidTr="00B819C8">
        <w:tc>
          <w:tcPr>
            <w:tcW w:w="2694" w:type="dxa"/>
            <w:vAlign w:val="center"/>
          </w:tcPr>
          <w:p w14:paraId="5D4E5C82" w14:textId="77777777"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D4E5C83" w14:textId="77777777" w:rsidR="009C659D" w:rsidRPr="009C54AE" w:rsidRDefault="00512EEB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9C659D" w:rsidRPr="009C54AE" w14:paraId="5D4E5C87" w14:textId="77777777" w:rsidTr="00B819C8">
        <w:tc>
          <w:tcPr>
            <w:tcW w:w="2694" w:type="dxa"/>
            <w:vAlign w:val="center"/>
          </w:tcPr>
          <w:p w14:paraId="5D4E5C85" w14:textId="77777777"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D4E5C86" w14:textId="3E9064E4"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32075D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D35CF5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9C659D" w:rsidRPr="009C54AE" w14:paraId="5D4E5C8A" w14:textId="77777777" w:rsidTr="00B819C8">
        <w:tc>
          <w:tcPr>
            <w:tcW w:w="2694" w:type="dxa"/>
            <w:vAlign w:val="center"/>
          </w:tcPr>
          <w:p w14:paraId="5D4E5C88" w14:textId="77777777"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D4E5C89" w14:textId="77777777"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stopnia</w:t>
            </w:r>
          </w:p>
        </w:tc>
      </w:tr>
      <w:tr w:rsidR="009C659D" w:rsidRPr="009C54AE" w14:paraId="5D4E5C8D" w14:textId="77777777" w:rsidTr="00B819C8">
        <w:tc>
          <w:tcPr>
            <w:tcW w:w="2694" w:type="dxa"/>
            <w:vAlign w:val="center"/>
          </w:tcPr>
          <w:p w14:paraId="5D4E5C8B" w14:textId="77777777"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D4E5C8C" w14:textId="77777777"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C659D" w:rsidRPr="009C54AE" w14:paraId="5D4E5C90" w14:textId="77777777" w:rsidTr="00B819C8">
        <w:tc>
          <w:tcPr>
            <w:tcW w:w="2694" w:type="dxa"/>
            <w:vAlign w:val="center"/>
          </w:tcPr>
          <w:p w14:paraId="5D4E5C8E" w14:textId="77777777"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4E5C8F" w14:textId="5DF2F2A1"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C059E0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9C659D" w:rsidRPr="009C54AE" w14:paraId="5D4E5C93" w14:textId="77777777" w:rsidTr="00B819C8">
        <w:tc>
          <w:tcPr>
            <w:tcW w:w="2694" w:type="dxa"/>
            <w:vAlign w:val="center"/>
          </w:tcPr>
          <w:p w14:paraId="5D4E5C91" w14:textId="77777777"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D4E5C92" w14:textId="77777777" w:rsidR="009C659D" w:rsidRPr="009C54AE" w:rsidRDefault="009C659D" w:rsidP="00EF45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I/semestr II</w:t>
            </w:r>
          </w:p>
        </w:tc>
      </w:tr>
      <w:tr w:rsidR="009C659D" w:rsidRPr="009C54AE" w14:paraId="5D4E5C96" w14:textId="77777777" w:rsidTr="00B819C8">
        <w:tc>
          <w:tcPr>
            <w:tcW w:w="2694" w:type="dxa"/>
            <w:vAlign w:val="center"/>
          </w:tcPr>
          <w:p w14:paraId="5D4E5C94" w14:textId="77777777"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D4E5C95" w14:textId="77777777" w:rsidR="009C659D" w:rsidRPr="00904682" w:rsidRDefault="009C659D" w:rsidP="00EF45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Przedmiot specjalnościowy</w:t>
            </w:r>
          </w:p>
        </w:tc>
      </w:tr>
      <w:tr w:rsidR="009C659D" w:rsidRPr="009C54AE" w14:paraId="5D4E5C99" w14:textId="77777777" w:rsidTr="00B819C8">
        <w:tc>
          <w:tcPr>
            <w:tcW w:w="2694" w:type="dxa"/>
            <w:vAlign w:val="center"/>
          </w:tcPr>
          <w:p w14:paraId="5D4E5C97" w14:textId="77777777"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D4E5C98" w14:textId="77777777" w:rsidR="009C659D" w:rsidRPr="00904682" w:rsidRDefault="009C659D" w:rsidP="00EF45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J. polski</w:t>
            </w:r>
          </w:p>
        </w:tc>
      </w:tr>
      <w:tr w:rsidR="009C659D" w:rsidRPr="009C54AE" w14:paraId="5D4E5C9C" w14:textId="77777777" w:rsidTr="00B819C8">
        <w:tc>
          <w:tcPr>
            <w:tcW w:w="2694" w:type="dxa"/>
            <w:vAlign w:val="center"/>
          </w:tcPr>
          <w:p w14:paraId="5D4E5C9A" w14:textId="77777777"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D4E5C9B" w14:textId="77777777" w:rsidR="009C659D" w:rsidRPr="00904682" w:rsidRDefault="00C7609E" w:rsidP="00EF4512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 xml:space="preserve">Dr </w:t>
            </w:r>
            <w:r w:rsidR="009C659D">
              <w:rPr>
                <w:rFonts w:ascii="Corbel" w:hAnsi="Corbel"/>
                <w:b w:val="0"/>
                <w:color w:val="auto"/>
                <w:sz w:val="22"/>
              </w:rPr>
              <w:t xml:space="preserve"> Grzegorz Polański</w:t>
            </w:r>
          </w:p>
        </w:tc>
      </w:tr>
      <w:tr w:rsidR="009C659D" w:rsidRPr="009C54AE" w14:paraId="5D4E5C9F" w14:textId="77777777" w:rsidTr="00B819C8">
        <w:tc>
          <w:tcPr>
            <w:tcW w:w="2694" w:type="dxa"/>
            <w:vAlign w:val="center"/>
          </w:tcPr>
          <w:p w14:paraId="5D4E5C9D" w14:textId="77777777" w:rsidR="009C659D" w:rsidRPr="009C54AE" w:rsidRDefault="009C659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D4E5C9E" w14:textId="77777777" w:rsidR="009C659D" w:rsidRPr="009C54AE" w:rsidRDefault="00C7609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Grzegorz Polański</w:t>
            </w:r>
          </w:p>
        </w:tc>
      </w:tr>
    </w:tbl>
    <w:p w14:paraId="5D4E5CA0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D4E5CA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4E5CA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4E5CA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D4E5CA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5CA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D4E5CA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5CA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5C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5CA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5C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5C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5CA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5CA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E5CA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D4E5C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5CB0" w14:textId="77777777" w:rsidR="00015B8F" w:rsidRPr="009C54AE" w:rsidRDefault="002E3FE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B2" w14:textId="77777777" w:rsidR="00015B8F" w:rsidRPr="009C54AE" w:rsidRDefault="001B22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B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B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B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B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B9" w14:textId="77777777" w:rsidR="00015B8F" w:rsidRPr="009C54AE" w:rsidRDefault="001B22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5D4E5CC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5C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B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B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B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B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C0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C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C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C3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5CC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D4E5CC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D4E5CC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D4E5CC8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D4E5CC9" w14:textId="77777777" w:rsidR="0085747A" w:rsidRPr="009C54AE" w:rsidRDefault="002E3FE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1B223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D4E5CC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D4E5C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4E5CCC" w14:textId="6BA2381C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5D4E5CCD" w14:textId="77777777" w:rsidR="009C54AE" w:rsidRDefault="002E3FE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5D4E5CCE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4E5CC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4E5CD2" w14:textId="77777777" w:rsidTr="00745302">
        <w:tc>
          <w:tcPr>
            <w:tcW w:w="9670" w:type="dxa"/>
          </w:tcPr>
          <w:p w14:paraId="5D4E5CD0" w14:textId="77777777" w:rsidR="001B2231" w:rsidRPr="00520685" w:rsidRDefault="001B2231" w:rsidP="001B223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0"/>
              </w:rPr>
            </w:pPr>
            <w:r w:rsidRPr="00520685">
              <w:rPr>
                <w:rFonts w:ascii="Corbel" w:hAnsi="Corbel"/>
                <w:b w:val="0"/>
                <w:smallCaps w:val="0"/>
                <w:szCs w:val="20"/>
              </w:rPr>
              <w:t xml:space="preserve">Podstawowa </w:t>
            </w:r>
            <w:r>
              <w:rPr>
                <w:rFonts w:ascii="Corbel" w:hAnsi="Corbel"/>
                <w:b w:val="0"/>
                <w:smallCaps w:val="0"/>
                <w:szCs w:val="20"/>
              </w:rPr>
              <w:t xml:space="preserve">wiedza, umiejętności i kompetencje </w:t>
            </w:r>
            <w:r w:rsidRPr="00520685">
              <w:rPr>
                <w:rFonts w:ascii="Corbel" w:hAnsi="Corbel"/>
                <w:b w:val="0"/>
                <w:smallCaps w:val="0"/>
                <w:szCs w:val="20"/>
              </w:rPr>
              <w:t>z przedmiotu: komunikacja interpersonalna</w:t>
            </w:r>
          </w:p>
          <w:p w14:paraId="5D4E5CD1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D4E5CD3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4E5CD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D4E5CD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D4E5CD6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D4E5CD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D57A17" w:rsidRPr="009C54AE" w14:paraId="5D4E5CDA" w14:textId="77777777" w:rsidTr="0002649C">
        <w:tc>
          <w:tcPr>
            <w:tcW w:w="851" w:type="dxa"/>
            <w:vAlign w:val="center"/>
          </w:tcPr>
          <w:p w14:paraId="5D4E5CD8" w14:textId="77777777" w:rsidR="00D57A17" w:rsidRPr="009C54AE" w:rsidRDefault="00D57A1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5D4E5CD9" w14:textId="77777777" w:rsidR="00D57A17" w:rsidRPr="001B2231" w:rsidRDefault="00AC0C68" w:rsidP="00EF4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 w:cs="Arial"/>
                <w:b w:val="0"/>
                <w:smallCaps w:val="0"/>
              </w:rPr>
              <w:t>Wyposażenie studentów w wiedzę związaną ze</w:t>
            </w:r>
            <w:r w:rsidR="00D57A17">
              <w:rPr>
                <w:rFonts w:ascii="Corbel" w:hAnsi="Corbel" w:cs="Arial"/>
                <w:b w:val="0"/>
                <w:smallCaps w:val="0"/>
              </w:rPr>
              <w:t xml:space="preserve">  </w:t>
            </w:r>
            <w:r>
              <w:rPr>
                <w:rFonts w:ascii="Corbel" w:hAnsi="Corbel" w:cs="Arial"/>
                <w:b w:val="0"/>
                <w:smallCaps w:val="0"/>
              </w:rPr>
              <w:t>specyfiką</w:t>
            </w:r>
            <w:r w:rsidR="00D57A17" w:rsidRPr="001B2231">
              <w:rPr>
                <w:rFonts w:ascii="Corbel" w:hAnsi="Corbel" w:cs="Arial"/>
                <w:b w:val="0"/>
                <w:smallCaps w:val="0"/>
              </w:rPr>
              <w:t xml:space="preserve"> sytuacji konfliktowych, ich przyczyny i eskalacj</w:t>
            </w:r>
            <w:r w:rsidR="00D57A17">
              <w:rPr>
                <w:rFonts w:ascii="Corbel" w:hAnsi="Corbel" w:cs="Arial"/>
                <w:b w:val="0"/>
                <w:smallCaps w:val="0"/>
              </w:rPr>
              <w:t>i</w:t>
            </w:r>
            <w:r>
              <w:rPr>
                <w:rFonts w:ascii="Corbel" w:hAnsi="Corbel" w:cs="Arial"/>
                <w:b w:val="0"/>
                <w:smallCaps w:val="0"/>
              </w:rPr>
              <w:t xml:space="preserve"> oraz negocjacji.</w:t>
            </w:r>
          </w:p>
        </w:tc>
      </w:tr>
      <w:tr w:rsidR="00D57A17" w:rsidRPr="009C54AE" w14:paraId="5D4E5CDE" w14:textId="77777777" w:rsidTr="0002649C">
        <w:tc>
          <w:tcPr>
            <w:tcW w:w="851" w:type="dxa"/>
            <w:vAlign w:val="center"/>
          </w:tcPr>
          <w:p w14:paraId="5D4E5CDB" w14:textId="77777777" w:rsidR="00D57A17" w:rsidRPr="009C54AE" w:rsidRDefault="00D57A1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  <w:tc>
          <w:tcPr>
            <w:tcW w:w="8819" w:type="dxa"/>
          </w:tcPr>
          <w:p w14:paraId="5D4E5CDC" w14:textId="77777777" w:rsidR="00D57A17" w:rsidRPr="00BD0D10" w:rsidRDefault="00AC0C68" w:rsidP="00EF4512">
            <w:pPr>
              <w:spacing w:after="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Wypracowanie podstawowych</w:t>
            </w:r>
            <w:r w:rsidR="00D57A17" w:rsidRPr="00BD0D10">
              <w:rPr>
                <w:rFonts w:ascii="Corbel" w:hAnsi="Corbel" w:cs="Arial"/>
                <w:sz w:val="24"/>
                <w:szCs w:val="24"/>
              </w:rPr>
              <w:t xml:space="preserve"> </w:t>
            </w:r>
            <w:r>
              <w:rPr>
                <w:rFonts w:ascii="Corbel" w:hAnsi="Corbel" w:cs="Arial"/>
                <w:sz w:val="24"/>
                <w:szCs w:val="24"/>
              </w:rPr>
              <w:t>umiejętności negocjacyjnych</w:t>
            </w:r>
            <w:r w:rsidR="00D57A17" w:rsidRPr="00BD0D10">
              <w:rPr>
                <w:rFonts w:ascii="Corbel" w:hAnsi="Corbel" w:cs="Arial"/>
                <w:sz w:val="24"/>
                <w:szCs w:val="24"/>
              </w:rPr>
              <w:t xml:space="preserve"> oraz </w:t>
            </w:r>
            <w:r>
              <w:rPr>
                <w:rFonts w:ascii="Corbel" w:hAnsi="Corbel" w:cs="Arial"/>
                <w:sz w:val="24"/>
                <w:szCs w:val="24"/>
              </w:rPr>
              <w:t xml:space="preserve">stosowania </w:t>
            </w:r>
            <w:r w:rsidR="00D57A17" w:rsidRPr="00BD0D10">
              <w:rPr>
                <w:rFonts w:ascii="Corbel" w:hAnsi="Corbel" w:cs="Arial"/>
                <w:sz w:val="24"/>
                <w:szCs w:val="24"/>
              </w:rPr>
              <w:t>technik w sytuacji negocjacji: aktywne słuchanie, zachęcanie do współpracy, facylitacja komunikacji i wymiany informacji, stosowanie klimatu emocjonalnego.</w:t>
            </w:r>
          </w:p>
          <w:p w14:paraId="5D4E5CDD" w14:textId="77777777" w:rsidR="00D57A17" w:rsidRPr="009C54AE" w:rsidRDefault="00D57A17" w:rsidP="00EF4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D4E5CD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D4E5CE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D4E5CE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D4E5CE5" w14:textId="77777777" w:rsidTr="0071620A">
        <w:tc>
          <w:tcPr>
            <w:tcW w:w="1701" w:type="dxa"/>
            <w:vAlign w:val="center"/>
          </w:tcPr>
          <w:p w14:paraId="5D4E5CE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D4E5CE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D4E5CE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D4E5CE9" w14:textId="77777777" w:rsidTr="005E6E85">
        <w:tc>
          <w:tcPr>
            <w:tcW w:w="1701" w:type="dxa"/>
          </w:tcPr>
          <w:p w14:paraId="5D4E5CE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D4E5CE7" w14:textId="77777777" w:rsidR="0085747A" w:rsidRPr="001B2231" w:rsidRDefault="00A77201" w:rsidP="005F6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Zidentyfikuje </w:t>
            </w:r>
            <w:r w:rsidR="005F685D">
              <w:rPr>
                <w:rFonts w:ascii="Corbel" w:hAnsi="Corbel"/>
                <w:b w:val="0"/>
                <w:smallCaps w:val="0"/>
                <w:szCs w:val="24"/>
              </w:rPr>
              <w:t>naturę i postrzeganie konfliktu i zasady negocjowania wspólnych korzyści oraz uzasadni potrzebę konstruktywnego rozwiązywania sporów.</w:t>
            </w:r>
          </w:p>
        </w:tc>
        <w:tc>
          <w:tcPr>
            <w:tcW w:w="1873" w:type="dxa"/>
          </w:tcPr>
          <w:p w14:paraId="5D4E5CE8" w14:textId="77777777" w:rsidR="0085747A" w:rsidRPr="009C54AE" w:rsidRDefault="00D57A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K_W09</w:t>
            </w:r>
          </w:p>
        </w:tc>
      </w:tr>
      <w:tr w:rsidR="005F685D" w:rsidRPr="009C54AE" w14:paraId="5D4E5CED" w14:textId="77777777" w:rsidTr="005E6E85">
        <w:tc>
          <w:tcPr>
            <w:tcW w:w="1701" w:type="dxa"/>
          </w:tcPr>
          <w:p w14:paraId="5D4E5CEA" w14:textId="77777777" w:rsidR="005F685D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D4E5CEB" w14:textId="77777777" w:rsidR="005F685D" w:rsidRDefault="00A77201" w:rsidP="005F685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</w:t>
            </w:r>
            <w:r w:rsidR="005F685D">
              <w:rPr>
                <w:rFonts w:ascii="Corbel" w:hAnsi="Corbel"/>
                <w:b w:val="0"/>
                <w:smallCaps w:val="0"/>
                <w:szCs w:val="24"/>
              </w:rPr>
              <w:t>teorie konfliktu.</w:t>
            </w:r>
          </w:p>
        </w:tc>
        <w:tc>
          <w:tcPr>
            <w:tcW w:w="1873" w:type="dxa"/>
          </w:tcPr>
          <w:p w14:paraId="5D4E5CEC" w14:textId="77777777" w:rsidR="005F685D" w:rsidRDefault="005F685D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K_W10</w:t>
            </w:r>
          </w:p>
        </w:tc>
      </w:tr>
      <w:tr w:rsidR="0085747A" w:rsidRPr="009C54AE" w14:paraId="5D4E5CF1" w14:textId="77777777" w:rsidTr="005E6E85">
        <w:tc>
          <w:tcPr>
            <w:tcW w:w="1701" w:type="dxa"/>
          </w:tcPr>
          <w:p w14:paraId="5D4E5C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B2231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5F685D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5D4E5CEF" w14:textId="77777777" w:rsidR="0085747A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Rozróżni</w:t>
            </w:r>
            <w:r w:rsidR="00A076AA">
              <w:rPr>
                <w:rFonts w:ascii="Corbel" w:hAnsi="Corbel"/>
                <w:b w:val="0"/>
                <w:smallCaps w:val="0"/>
                <w:szCs w:val="24"/>
              </w:rPr>
              <w:t xml:space="preserve">  style i taktyki konfliktu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A076AA">
              <w:rPr>
                <w:rFonts w:ascii="Corbel" w:hAnsi="Corbel"/>
                <w:b w:val="0"/>
                <w:smallCaps w:val="0"/>
                <w:szCs w:val="24"/>
              </w:rPr>
              <w:t xml:space="preserve">zasady i język  współpracy </w:t>
            </w:r>
            <w:r w:rsidR="00413D5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D4E5CF0" w14:textId="77777777" w:rsidR="0085747A" w:rsidRPr="009C54AE" w:rsidRDefault="00D57A1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K_W14</w:t>
            </w:r>
          </w:p>
        </w:tc>
      </w:tr>
      <w:tr w:rsidR="00D57A17" w:rsidRPr="009C54AE" w14:paraId="5D4E5CF5" w14:textId="77777777" w:rsidTr="005E6E85">
        <w:tc>
          <w:tcPr>
            <w:tcW w:w="1701" w:type="dxa"/>
          </w:tcPr>
          <w:p w14:paraId="5D4E5CF2" w14:textId="77777777" w:rsidR="00D57A17" w:rsidRPr="009C54AE" w:rsidRDefault="00D57A17" w:rsidP="00EF4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5F685D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D4E5CF3" w14:textId="77777777" w:rsidR="00D57A17" w:rsidRPr="009C54AE" w:rsidRDefault="00A77201" w:rsidP="00A772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własne </w:t>
            </w:r>
            <w:r w:rsidR="00413D5B">
              <w:rPr>
                <w:rFonts w:ascii="Corbel" w:hAnsi="Corbel"/>
                <w:b w:val="0"/>
                <w:smallCaps w:val="0"/>
                <w:szCs w:val="24"/>
              </w:rPr>
              <w:t xml:space="preserve"> zachowania w sytuacjach konfliktowych </w:t>
            </w:r>
            <w:r w:rsidR="002E3FE7">
              <w:rPr>
                <w:rFonts w:ascii="Corbel" w:hAnsi="Corbel"/>
                <w:b w:val="0"/>
                <w:smallCaps w:val="0"/>
                <w:szCs w:val="24"/>
              </w:rPr>
              <w:t>pod kątem ich etyczności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D4E5CF4" w14:textId="77777777" w:rsidR="00D57A17" w:rsidRPr="007A2675" w:rsidRDefault="00D57A17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>
              <w:rPr>
                <w:rFonts w:ascii="Corbel" w:hAnsi="Corbel"/>
                <w:sz w:val="20"/>
                <w:szCs w:val="20"/>
              </w:rPr>
              <w:t>K_Uo</w:t>
            </w:r>
            <w:r w:rsidRPr="007A2675">
              <w:rPr>
                <w:rFonts w:ascii="Corbel" w:hAnsi="Corbel"/>
                <w:sz w:val="20"/>
                <w:szCs w:val="20"/>
              </w:rPr>
              <w:t>6</w:t>
            </w:r>
          </w:p>
        </w:tc>
      </w:tr>
      <w:tr w:rsidR="00A77201" w:rsidRPr="009C54AE" w14:paraId="5D4E5CF9" w14:textId="77777777" w:rsidTr="005E6E85">
        <w:tc>
          <w:tcPr>
            <w:tcW w:w="1701" w:type="dxa"/>
          </w:tcPr>
          <w:p w14:paraId="5D4E5CF6" w14:textId="77777777" w:rsidR="00A77201" w:rsidRPr="009C54AE" w:rsidRDefault="00A77201" w:rsidP="00EF4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D4E5CF7" w14:textId="77777777" w:rsidR="00A77201" w:rsidRDefault="00A772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Zidentyfikuje posługiwanie się zasadami i językiem współpracy  przez siebie w trakcie działań pedagogicznych oraz wzmocni swoją motywację w tym zakresie.</w:t>
            </w:r>
          </w:p>
        </w:tc>
        <w:tc>
          <w:tcPr>
            <w:tcW w:w="1873" w:type="dxa"/>
          </w:tcPr>
          <w:p w14:paraId="5D4E5CF8" w14:textId="77777777" w:rsidR="00A77201" w:rsidRDefault="00A77201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K_U08</w:t>
            </w:r>
          </w:p>
        </w:tc>
      </w:tr>
      <w:tr w:rsidR="00D57A17" w:rsidRPr="009C54AE" w14:paraId="5D4E5CFD" w14:textId="77777777" w:rsidTr="005E6E85">
        <w:tc>
          <w:tcPr>
            <w:tcW w:w="1701" w:type="dxa"/>
          </w:tcPr>
          <w:p w14:paraId="5D4E5CFA" w14:textId="77777777" w:rsidR="00D57A17" w:rsidRPr="009C54AE" w:rsidRDefault="00D57A17" w:rsidP="00EF4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942B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5D4E5CFB" w14:textId="77777777" w:rsidR="00D57A17" w:rsidRPr="009C54AE" w:rsidRDefault="00A7720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Skomentuje </w:t>
            </w:r>
            <w:r w:rsidR="00CE4650">
              <w:rPr>
                <w:rFonts w:ascii="Corbel" w:hAnsi="Corbel"/>
                <w:b w:val="0"/>
                <w:smallCaps w:val="0"/>
                <w:szCs w:val="24"/>
              </w:rPr>
              <w:t xml:space="preserve">swoje przygotowanie do rozwiązania konfliktu </w:t>
            </w:r>
            <w:r w:rsidR="009942B8">
              <w:rPr>
                <w:rFonts w:ascii="Corbel" w:hAnsi="Corbel"/>
                <w:b w:val="0"/>
                <w:smallCaps w:val="0"/>
                <w:szCs w:val="24"/>
              </w:rPr>
              <w:t>na drodze negocjacji oraz oceni</w:t>
            </w:r>
            <w:r w:rsidR="00CE4650">
              <w:rPr>
                <w:rFonts w:ascii="Corbel" w:hAnsi="Corbel"/>
                <w:b w:val="0"/>
                <w:smallCaps w:val="0"/>
                <w:szCs w:val="24"/>
              </w:rPr>
              <w:t xml:space="preserve"> siebie i innych w sytuacji perspektywie zasad współpracy.</w:t>
            </w:r>
          </w:p>
        </w:tc>
        <w:tc>
          <w:tcPr>
            <w:tcW w:w="1873" w:type="dxa"/>
          </w:tcPr>
          <w:p w14:paraId="5D4E5CFC" w14:textId="77777777" w:rsidR="00D57A17" w:rsidRPr="007A2675" w:rsidRDefault="00D57A17" w:rsidP="009C54AE">
            <w:pPr>
              <w:pStyle w:val="Punktygwne"/>
              <w:spacing w:before="0" w:after="0"/>
              <w:rPr>
                <w:rFonts w:ascii="Corbel" w:hAnsi="Corbel"/>
                <w:sz w:val="20"/>
                <w:szCs w:val="20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K_K03</w:t>
            </w:r>
            <w:r w:rsidR="00CE4650">
              <w:rPr>
                <w:rFonts w:ascii="Corbel" w:hAnsi="Corbel"/>
                <w:sz w:val="20"/>
                <w:szCs w:val="20"/>
              </w:rPr>
              <w:t xml:space="preserve">; </w:t>
            </w:r>
            <w:r w:rsidR="00CE4650" w:rsidRPr="007A2675">
              <w:rPr>
                <w:rFonts w:ascii="Corbel" w:hAnsi="Corbel"/>
                <w:sz w:val="20"/>
                <w:szCs w:val="20"/>
              </w:rPr>
              <w:t>K_K04</w:t>
            </w:r>
          </w:p>
        </w:tc>
      </w:tr>
    </w:tbl>
    <w:p w14:paraId="5D4E5CF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4E5CF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D4E5D0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4E5D0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4E5D03" w14:textId="77777777" w:rsidTr="00923D7D">
        <w:tc>
          <w:tcPr>
            <w:tcW w:w="9639" w:type="dxa"/>
          </w:tcPr>
          <w:p w14:paraId="5D4E5D0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D4E5D05" w14:textId="77777777" w:rsidTr="00923D7D">
        <w:tc>
          <w:tcPr>
            <w:tcW w:w="9639" w:type="dxa"/>
          </w:tcPr>
          <w:p w14:paraId="5D4E5D0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D4E5D07" w14:textId="77777777" w:rsidTr="00923D7D">
        <w:tc>
          <w:tcPr>
            <w:tcW w:w="9639" w:type="dxa"/>
          </w:tcPr>
          <w:p w14:paraId="5D4E5D0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D4E5D09" w14:textId="77777777" w:rsidTr="00923D7D">
        <w:tc>
          <w:tcPr>
            <w:tcW w:w="9639" w:type="dxa"/>
          </w:tcPr>
          <w:p w14:paraId="5D4E5D0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D4E5D0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4E5D0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D4E5D0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4E5D0E" w14:textId="77777777" w:rsidTr="00923D7D">
        <w:tc>
          <w:tcPr>
            <w:tcW w:w="9639" w:type="dxa"/>
          </w:tcPr>
          <w:p w14:paraId="5D4E5D0D" w14:textId="77777777" w:rsidR="0085747A" w:rsidRPr="00D57A1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57A1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57A17" w:rsidRPr="009C54AE" w14:paraId="5D4E5D10" w14:textId="77777777" w:rsidTr="00923D7D">
        <w:tc>
          <w:tcPr>
            <w:tcW w:w="9639" w:type="dxa"/>
          </w:tcPr>
          <w:p w14:paraId="5D4E5D0F" w14:textId="77777777" w:rsidR="00D57A17" w:rsidRPr="00D57A17" w:rsidRDefault="00D57A17" w:rsidP="00D57A17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57A17">
              <w:rPr>
                <w:rFonts w:ascii="Corbel" w:hAnsi="Corbel" w:cs="Arial"/>
                <w:sz w:val="24"/>
                <w:szCs w:val="24"/>
              </w:rPr>
              <w:t>Natura  i struktura konfliktu.</w:t>
            </w:r>
          </w:p>
        </w:tc>
      </w:tr>
      <w:tr w:rsidR="00D57A17" w:rsidRPr="009C54AE" w14:paraId="5D4E5D12" w14:textId="77777777" w:rsidTr="00923D7D">
        <w:tc>
          <w:tcPr>
            <w:tcW w:w="9639" w:type="dxa"/>
          </w:tcPr>
          <w:p w14:paraId="5D4E5D11" w14:textId="77777777" w:rsidR="00D57A17" w:rsidRPr="00D57A17" w:rsidRDefault="00D57A17" w:rsidP="00D57A17">
            <w:pPr>
              <w:spacing w:after="12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 w:rsidRPr="00D57A17">
              <w:rPr>
                <w:rFonts w:ascii="Corbel" w:hAnsi="Corbel" w:cs="Arial"/>
                <w:sz w:val="24"/>
                <w:szCs w:val="24"/>
              </w:rPr>
              <w:lastRenderedPageBreak/>
              <w:t>Style i taktyki stosowane podczas konfliktu.</w:t>
            </w:r>
          </w:p>
        </w:tc>
      </w:tr>
      <w:tr w:rsidR="00D57A17" w:rsidRPr="009C54AE" w14:paraId="5D4E5D14" w14:textId="77777777" w:rsidTr="00923D7D">
        <w:tc>
          <w:tcPr>
            <w:tcW w:w="9639" w:type="dxa"/>
          </w:tcPr>
          <w:p w14:paraId="5D4E5D13" w14:textId="77777777" w:rsidR="00D57A17" w:rsidRPr="00D57A17" w:rsidRDefault="00D57A17" w:rsidP="00D57A17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57A17">
              <w:rPr>
                <w:rFonts w:ascii="Corbel" w:hAnsi="Corbel"/>
                <w:sz w:val="24"/>
                <w:szCs w:val="24"/>
              </w:rPr>
              <w:t>Umiejętności związane z budową współpracy i zaufania; potrzeby stron konfliktu.</w:t>
            </w:r>
          </w:p>
        </w:tc>
      </w:tr>
      <w:tr w:rsidR="00D57A17" w:rsidRPr="009C54AE" w14:paraId="5D4E5D16" w14:textId="77777777" w:rsidTr="00923D7D">
        <w:tc>
          <w:tcPr>
            <w:tcW w:w="9639" w:type="dxa"/>
          </w:tcPr>
          <w:p w14:paraId="5D4E5D15" w14:textId="77777777" w:rsidR="00D57A17" w:rsidRPr="00D57A17" w:rsidRDefault="00CE4650" w:rsidP="00D57A17">
            <w:pPr>
              <w:spacing w:after="120" w:line="240" w:lineRule="auto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Negocjacje -</w:t>
            </w:r>
            <w:r w:rsidR="00D57A17" w:rsidRPr="00D57A17">
              <w:rPr>
                <w:rFonts w:ascii="Corbel" w:hAnsi="Corbel" w:cs="Arial"/>
                <w:sz w:val="24"/>
                <w:szCs w:val="24"/>
              </w:rPr>
              <w:t xml:space="preserve"> „metoda bez porażek”</w:t>
            </w:r>
            <w:r w:rsidR="00C7609E">
              <w:rPr>
                <w:rFonts w:ascii="Corbel" w:hAnsi="Corbel" w:cs="Arial"/>
                <w:sz w:val="24"/>
                <w:szCs w:val="24"/>
              </w:rPr>
              <w:t>, „Zasady uczciwej kłótni”</w:t>
            </w:r>
          </w:p>
        </w:tc>
      </w:tr>
      <w:tr w:rsidR="00D57A17" w:rsidRPr="009C54AE" w14:paraId="5D4E5D18" w14:textId="77777777" w:rsidTr="00923D7D">
        <w:tc>
          <w:tcPr>
            <w:tcW w:w="9639" w:type="dxa"/>
          </w:tcPr>
          <w:p w14:paraId="5D4E5D17" w14:textId="77777777" w:rsidR="00D57A17" w:rsidRPr="00D57A17" w:rsidRDefault="00413D5B" w:rsidP="00D57A17">
            <w:pPr>
              <w:spacing w:after="12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</w:t>
            </w:r>
            <w:r w:rsidR="00CE4650">
              <w:rPr>
                <w:rFonts w:ascii="Corbel" w:hAnsi="Corbel"/>
                <w:sz w:val="24"/>
                <w:szCs w:val="24"/>
              </w:rPr>
              <w:t>sa</w:t>
            </w:r>
            <w:r>
              <w:rPr>
                <w:rFonts w:ascii="Corbel" w:hAnsi="Corbel"/>
                <w:sz w:val="24"/>
                <w:szCs w:val="24"/>
              </w:rPr>
              <w:t>dy</w:t>
            </w:r>
            <w:r w:rsidR="00CE4650">
              <w:rPr>
                <w:rFonts w:ascii="Corbel" w:hAnsi="Corbel"/>
                <w:sz w:val="24"/>
                <w:szCs w:val="24"/>
              </w:rPr>
              <w:t xml:space="preserve">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CE4650">
              <w:rPr>
                <w:rFonts w:ascii="Corbel" w:hAnsi="Corbel"/>
                <w:sz w:val="24"/>
                <w:szCs w:val="24"/>
              </w:rPr>
              <w:t>język współ</w:t>
            </w:r>
            <w:r>
              <w:rPr>
                <w:rFonts w:ascii="Corbel" w:hAnsi="Corbel"/>
                <w:sz w:val="24"/>
                <w:szCs w:val="24"/>
              </w:rPr>
              <w:t>pracy</w:t>
            </w:r>
            <w:r w:rsidR="00CE465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D4E5D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4E5D1A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D4E5D1B" w14:textId="77777777" w:rsidR="00153C41" w:rsidRPr="001B223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5D4E5D1C" w14:textId="77777777" w:rsidR="0085747A" w:rsidRPr="001B223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1B2231">
        <w:rPr>
          <w:rFonts w:ascii="Corbel" w:hAnsi="Corbel"/>
          <w:b w:val="0"/>
          <w:smallCaps w:val="0"/>
          <w:szCs w:val="24"/>
        </w:rPr>
        <w:t xml:space="preserve">Ćwiczenia: </w:t>
      </w:r>
      <w:r w:rsidR="009F4610" w:rsidRPr="001B2231">
        <w:rPr>
          <w:rFonts w:ascii="Corbel" w:hAnsi="Corbel"/>
          <w:b w:val="0"/>
          <w:smallCaps w:val="0"/>
          <w:szCs w:val="24"/>
        </w:rPr>
        <w:t xml:space="preserve">analiza </w:t>
      </w:r>
      <w:r w:rsidR="001B2231" w:rsidRPr="001B2231">
        <w:rPr>
          <w:rFonts w:ascii="Corbel" w:hAnsi="Corbel"/>
          <w:b w:val="0"/>
          <w:smallCaps w:val="0"/>
          <w:szCs w:val="24"/>
        </w:rPr>
        <w:t>tekstów z dyskusją</w:t>
      </w:r>
      <w:r w:rsidR="0071620A" w:rsidRPr="001B2231">
        <w:rPr>
          <w:rFonts w:ascii="Corbel" w:hAnsi="Corbel"/>
          <w:b w:val="0"/>
          <w:smallCaps w:val="0"/>
          <w:szCs w:val="24"/>
        </w:rPr>
        <w:t>,</w:t>
      </w:r>
      <w:r w:rsidR="001718A7" w:rsidRPr="001B2231">
        <w:rPr>
          <w:rFonts w:ascii="Corbel" w:hAnsi="Corbel"/>
          <w:b w:val="0"/>
          <w:smallCaps w:val="0"/>
          <w:szCs w:val="24"/>
        </w:rPr>
        <w:t xml:space="preserve"> praca w </w:t>
      </w:r>
      <w:r w:rsidR="0085747A" w:rsidRPr="001B2231">
        <w:rPr>
          <w:rFonts w:ascii="Corbel" w:hAnsi="Corbel"/>
          <w:b w:val="0"/>
          <w:smallCaps w:val="0"/>
          <w:szCs w:val="24"/>
        </w:rPr>
        <w:t>grupach</w:t>
      </w:r>
      <w:r w:rsidR="0071620A" w:rsidRPr="001B2231">
        <w:rPr>
          <w:rFonts w:ascii="Corbel" w:hAnsi="Corbel"/>
          <w:b w:val="0"/>
          <w:smallCaps w:val="0"/>
          <w:szCs w:val="24"/>
        </w:rPr>
        <w:t xml:space="preserve"> (</w:t>
      </w:r>
      <w:r w:rsidR="0085747A" w:rsidRPr="001B2231">
        <w:rPr>
          <w:rFonts w:ascii="Corbel" w:hAnsi="Corbel"/>
          <w:b w:val="0"/>
          <w:smallCaps w:val="0"/>
          <w:szCs w:val="24"/>
        </w:rPr>
        <w:t>rozwiązywanie zadań</w:t>
      </w:r>
      <w:r w:rsidR="0071620A" w:rsidRPr="001B2231">
        <w:rPr>
          <w:rFonts w:ascii="Corbel" w:hAnsi="Corbel"/>
          <w:b w:val="0"/>
          <w:smallCaps w:val="0"/>
          <w:szCs w:val="24"/>
        </w:rPr>
        <w:t>,</w:t>
      </w:r>
      <w:r w:rsidR="0085747A" w:rsidRPr="001B2231">
        <w:rPr>
          <w:rFonts w:ascii="Corbel" w:hAnsi="Corbel"/>
          <w:b w:val="0"/>
          <w:smallCaps w:val="0"/>
          <w:szCs w:val="24"/>
        </w:rPr>
        <w:t xml:space="preserve"> dyskusja</w:t>
      </w:r>
      <w:r w:rsidR="0071620A" w:rsidRPr="001B2231">
        <w:rPr>
          <w:rFonts w:ascii="Corbel" w:hAnsi="Corbel"/>
          <w:b w:val="0"/>
          <w:smallCaps w:val="0"/>
          <w:szCs w:val="24"/>
        </w:rPr>
        <w:t>),</w:t>
      </w:r>
      <w:r w:rsidR="001718A7" w:rsidRPr="001B2231">
        <w:rPr>
          <w:rFonts w:ascii="Corbel" w:hAnsi="Corbel"/>
          <w:b w:val="0"/>
          <w:smallCaps w:val="0"/>
          <w:szCs w:val="24"/>
        </w:rPr>
        <w:t>gry dydaktyczne</w:t>
      </w:r>
      <w:r w:rsidR="001B2231" w:rsidRPr="001B2231">
        <w:rPr>
          <w:rFonts w:ascii="Corbel" w:hAnsi="Corbel"/>
          <w:b w:val="0"/>
          <w:smallCaps w:val="0"/>
          <w:szCs w:val="24"/>
        </w:rPr>
        <w:t>.</w:t>
      </w:r>
    </w:p>
    <w:p w14:paraId="5D4E5D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4E5D1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4E5D1F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D4E5D2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D4E5D2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5D4E5D2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3"/>
        <w:gridCol w:w="5440"/>
        <w:gridCol w:w="2117"/>
      </w:tblGrid>
      <w:tr w:rsidR="0085747A" w:rsidRPr="009C54AE" w14:paraId="5D4E5D28" w14:textId="77777777" w:rsidTr="00C05F44">
        <w:tc>
          <w:tcPr>
            <w:tcW w:w="1985" w:type="dxa"/>
            <w:vAlign w:val="center"/>
          </w:tcPr>
          <w:p w14:paraId="5D4E5D2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5D4E5D2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5D4E5D2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D4E5D2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D4E5D2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5D4E5D2C" w14:textId="77777777" w:rsidTr="00C05F44">
        <w:tc>
          <w:tcPr>
            <w:tcW w:w="1985" w:type="dxa"/>
          </w:tcPr>
          <w:p w14:paraId="5D4E5D29" w14:textId="77777777" w:rsidR="0085747A" w:rsidRPr="0040351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0351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0351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D4E5D2A" w14:textId="77777777" w:rsidR="0085747A" w:rsidRPr="00CE4650" w:rsidRDefault="00CE465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E4650">
              <w:rPr>
                <w:rFonts w:ascii="Corbel" w:hAnsi="Corbel"/>
                <w:b w:val="0"/>
                <w:smallCaps w:val="0"/>
                <w:szCs w:val="24"/>
              </w:rPr>
              <w:t>Kolokwiu</w:t>
            </w:r>
            <w:r w:rsidR="00C7609E">
              <w:rPr>
                <w:rFonts w:ascii="Corbel" w:hAnsi="Corbel"/>
                <w:b w:val="0"/>
                <w:smallCaps w:val="0"/>
                <w:szCs w:val="24"/>
              </w:rPr>
              <w:t>m</w:t>
            </w:r>
          </w:p>
        </w:tc>
        <w:tc>
          <w:tcPr>
            <w:tcW w:w="2126" w:type="dxa"/>
          </w:tcPr>
          <w:p w14:paraId="5D4E5D2B" w14:textId="77777777" w:rsidR="0085747A" w:rsidRPr="00B803AF" w:rsidRDefault="00B803A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803A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F685D" w:rsidRPr="009C54AE" w14:paraId="5D4E5D30" w14:textId="77777777" w:rsidTr="00C05F44">
        <w:tc>
          <w:tcPr>
            <w:tcW w:w="1985" w:type="dxa"/>
          </w:tcPr>
          <w:p w14:paraId="5D4E5D2D" w14:textId="77777777" w:rsidR="005F685D" w:rsidRPr="00403513" w:rsidRDefault="005F685D" w:rsidP="00910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351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D4E5D2E" w14:textId="77777777" w:rsidR="005F685D" w:rsidRPr="009C54AE" w:rsidRDefault="005F685D" w:rsidP="00910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465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D4E5D2F" w14:textId="77777777" w:rsidR="005F685D" w:rsidRPr="009C54AE" w:rsidRDefault="005F685D" w:rsidP="00910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3A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F685D" w:rsidRPr="009C54AE" w14:paraId="5D4E5D34" w14:textId="77777777" w:rsidTr="00C05F44">
        <w:tc>
          <w:tcPr>
            <w:tcW w:w="1985" w:type="dxa"/>
          </w:tcPr>
          <w:p w14:paraId="5D4E5D31" w14:textId="77777777" w:rsidR="005F685D" w:rsidRPr="00403513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351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5D4E5D32" w14:textId="77777777" w:rsidR="005F685D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E4650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5D4E5D33" w14:textId="77777777" w:rsidR="005F685D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3A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F685D" w:rsidRPr="009C54AE" w14:paraId="5D4E5D38" w14:textId="77777777" w:rsidTr="00C05F44">
        <w:tc>
          <w:tcPr>
            <w:tcW w:w="1985" w:type="dxa"/>
          </w:tcPr>
          <w:p w14:paraId="5D4E5D35" w14:textId="77777777" w:rsidR="005F685D" w:rsidRPr="00403513" w:rsidRDefault="005F685D" w:rsidP="00EF45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40351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403513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528" w:type="dxa"/>
          </w:tcPr>
          <w:p w14:paraId="5D4E5D36" w14:textId="77777777" w:rsidR="005F685D" w:rsidRPr="009C54AE" w:rsidRDefault="00C760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5F685D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14:paraId="5D4E5D37" w14:textId="77777777" w:rsidR="005F685D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3A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5F685D" w:rsidRPr="009C54AE" w14:paraId="5D4E5D3C" w14:textId="77777777" w:rsidTr="00C05F44">
        <w:tc>
          <w:tcPr>
            <w:tcW w:w="1985" w:type="dxa"/>
          </w:tcPr>
          <w:p w14:paraId="5D4E5D39" w14:textId="77777777" w:rsidR="005F685D" w:rsidRPr="00403513" w:rsidRDefault="005F685D" w:rsidP="00EF451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3513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5D4E5D3A" w14:textId="77777777" w:rsidR="005F685D" w:rsidRPr="009C54AE" w:rsidRDefault="00C7609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5F685D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14:paraId="5D4E5D3B" w14:textId="77777777" w:rsidR="005F685D" w:rsidRPr="009C54AE" w:rsidRDefault="005F685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3A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9942B8" w:rsidRPr="009C54AE" w14:paraId="5D4E5D40" w14:textId="77777777" w:rsidTr="00C05F44">
        <w:tc>
          <w:tcPr>
            <w:tcW w:w="1985" w:type="dxa"/>
          </w:tcPr>
          <w:p w14:paraId="5D4E5D3D" w14:textId="77777777" w:rsidR="009942B8" w:rsidRPr="00403513" w:rsidRDefault="009942B8" w:rsidP="002E3FE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03513">
              <w:rPr>
                <w:rFonts w:ascii="Corbel" w:hAnsi="Corbel"/>
                <w:b w:val="0"/>
                <w:szCs w:val="24"/>
              </w:rPr>
              <w:t>Ek_ 0</w:t>
            </w:r>
            <w:r w:rsidR="002E3FE7"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528" w:type="dxa"/>
          </w:tcPr>
          <w:p w14:paraId="5D4E5D3E" w14:textId="77777777" w:rsidR="009942B8" w:rsidRPr="009C54AE" w:rsidRDefault="00C7609E" w:rsidP="00910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="009942B8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bserwacja w trakcie zajęć</w:t>
            </w:r>
          </w:p>
        </w:tc>
        <w:tc>
          <w:tcPr>
            <w:tcW w:w="2126" w:type="dxa"/>
          </w:tcPr>
          <w:p w14:paraId="5D4E5D3F" w14:textId="77777777" w:rsidR="009942B8" w:rsidRPr="009C54AE" w:rsidRDefault="009942B8" w:rsidP="009106B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803AF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E5D41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4E5D4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D4E5D4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4E5D4E" w14:textId="77777777" w:rsidTr="00923D7D">
        <w:tc>
          <w:tcPr>
            <w:tcW w:w="9670" w:type="dxa"/>
          </w:tcPr>
          <w:p w14:paraId="5D4E5D4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4E5D45" w14:textId="77777777" w:rsidR="00C7609E" w:rsidRDefault="00C7609E" w:rsidP="00C76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Ćwiczenia - kolokwium – ocena z zaliczenia. 75% ocen</w:t>
            </w:r>
            <w:r w:rsidR="003D34DB">
              <w:rPr>
                <w:rFonts w:ascii="Corbel" w:hAnsi="Corbel"/>
                <w:b w:val="0"/>
                <w:smallCaps w:val="0"/>
                <w:szCs w:val="24"/>
              </w:rPr>
              <w:t xml:space="preserve">y stanowią wyniki kolokwium, 25%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oceny – aktywności na zajęciach.</w:t>
            </w:r>
          </w:p>
          <w:p w14:paraId="5D4E5D46" w14:textId="77777777" w:rsidR="00C7609E" w:rsidRDefault="00C7609E" w:rsidP="00C76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Punkty za kolokwium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przeliczane na procenty, którym odpowiadają oceny: </w:t>
            </w:r>
          </w:p>
          <w:p w14:paraId="5D4E5D47" w14:textId="77777777" w:rsidR="00C7609E" w:rsidRDefault="00C7609E" w:rsidP="00C76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do 50% - niedostateczny</w:t>
            </w:r>
          </w:p>
          <w:p w14:paraId="5D4E5D48" w14:textId="77777777" w:rsidR="00C7609E" w:rsidRDefault="00C7609E" w:rsidP="00C76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- 51% - 60% - dostateczny</w:t>
            </w:r>
          </w:p>
          <w:p w14:paraId="5D4E5D49" w14:textId="77777777" w:rsidR="00C7609E" w:rsidRDefault="00C7609E" w:rsidP="00C76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- 61% – 70% dostateczny plus</w:t>
            </w:r>
          </w:p>
          <w:p w14:paraId="5D4E5D4A" w14:textId="77777777" w:rsidR="00C7609E" w:rsidRDefault="00C7609E" w:rsidP="00C76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- 71% - 80% dobry</w:t>
            </w:r>
          </w:p>
          <w:p w14:paraId="5D4E5D4B" w14:textId="77777777" w:rsidR="00C7609E" w:rsidRDefault="00C7609E" w:rsidP="00C76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- 81% – 90% - dobry plus</w:t>
            </w:r>
          </w:p>
          <w:p w14:paraId="5D4E5D4C" w14:textId="77777777" w:rsidR="00923D7D" w:rsidRPr="009C54AE" w:rsidRDefault="00C7609E" w:rsidP="00C760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  <w:p w14:paraId="5D4E5D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D4E5D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4E5D50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4E5D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5D4E5D54" w14:textId="77777777" w:rsidTr="003E1941">
        <w:tc>
          <w:tcPr>
            <w:tcW w:w="4962" w:type="dxa"/>
            <w:vAlign w:val="center"/>
          </w:tcPr>
          <w:p w14:paraId="5D4E5D5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4E5D5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D4E5D57" w14:textId="77777777" w:rsidTr="00923D7D">
        <w:tc>
          <w:tcPr>
            <w:tcW w:w="4962" w:type="dxa"/>
          </w:tcPr>
          <w:p w14:paraId="5D4E5D55" w14:textId="1AE49914" w:rsidR="0085747A" w:rsidRPr="009C54AE" w:rsidRDefault="00C61DC5" w:rsidP="0014323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D4E5D56" w14:textId="77777777" w:rsidR="0085747A" w:rsidRPr="009C54AE" w:rsidRDefault="00BD0D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5D4E5D5B" w14:textId="77777777" w:rsidTr="00923D7D">
        <w:tc>
          <w:tcPr>
            <w:tcW w:w="4962" w:type="dxa"/>
          </w:tcPr>
          <w:p w14:paraId="5D4E5D5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4E5D59" w14:textId="77777777" w:rsidR="00C61DC5" w:rsidRPr="009C54AE" w:rsidRDefault="00455ACF" w:rsidP="00455AC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5D4E5D5A" w14:textId="48B395F0" w:rsidR="00C61DC5" w:rsidRPr="009C54AE" w:rsidRDefault="00B524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5D4E5D65" w14:textId="77777777" w:rsidTr="00923D7D">
        <w:tc>
          <w:tcPr>
            <w:tcW w:w="4962" w:type="dxa"/>
          </w:tcPr>
          <w:p w14:paraId="5D4E5D5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5D4E5D5D" w14:textId="77777777" w:rsidR="00403513" w:rsidRDefault="00403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</w:t>
            </w:r>
            <w:r w:rsidR="00BD0D10">
              <w:rPr>
                <w:rFonts w:ascii="Corbel" w:hAnsi="Corbel"/>
                <w:sz w:val="24"/>
                <w:szCs w:val="24"/>
              </w:rPr>
              <w:t xml:space="preserve">rzygotowanie do zajęć, </w:t>
            </w:r>
            <w:r w:rsidR="00455ACF">
              <w:rPr>
                <w:rFonts w:ascii="Corbel" w:hAnsi="Corbel"/>
                <w:sz w:val="24"/>
                <w:szCs w:val="24"/>
              </w:rPr>
              <w:t>w tym sprawozdań</w:t>
            </w:r>
          </w:p>
          <w:p w14:paraId="5D4E5D5E" w14:textId="77777777" w:rsidR="00C61DC5" w:rsidRDefault="00403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przygotowanie do </w:t>
            </w:r>
            <w:r w:rsidR="00BD0D10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5D4E5D5F" w14:textId="77777777" w:rsidR="002E3FE7" w:rsidRPr="009C54AE" w:rsidRDefault="002E3F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studiowanie literatury</w:t>
            </w:r>
          </w:p>
        </w:tc>
        <w:tc>
          <w:tcPr>
            <w:tcW w:w="4677" w:type="dxa"/>
          </w:tcPr>
          <w:p w14:paraId="5D4E5D60" w14:textId="77777777" w:rsidR="00403513" w:rsidRDefault="00403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D4E5D61" w14:textId="77777777" w:rsidR="00403513" w:rsidRDefault="0040351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D4E5D62" w14:textId="63B6C0E2" w:rsidR="00C61DC5" w:rsidRDefault="00CB34A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5D4E5D63" w14:textId="0C7C9099" w:rsidR="00403513" w:rsidRDefault="00B524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5D4E5D64" w14:textId="10DC1C31" w:rsidR="002E3FE7" w:rsidRPr="009C54AE" w:rsidRDefault="002E3FE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B524F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5D4E5D68" w14:textId="77777777" w:rsidTr="00923D7D">
        <w:tc>
          <w:tcPr>
            <w:tcW w:w="4962" w:type="dxa"/>
          </w:tcPr>
          <w:p w14:paraId="5D4E5D6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D4E5D67" w14:textId="77777777" w:rsidR="0085747A" w:rsidRPr="009C54AE" w:rsidRDefault="00BD0D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5D4E5D6B" w14:textId="77777777" w:rsidTr="00923D7D">
        <w:tc>
          <w:tcPr>
            <w:tcW w:w="4962" w:type="dxa"/>
          </w:tcPr>
          <w:p w14:paraId="5D4E5D6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D4E5D6A" w14:textId="77777777" w:rsidR="0085747A" w:rsidRPr="009C54AE" w:rsidRDefault="00BD0D1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D4E5D6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D4E5D6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D4E5D6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D4E5D6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D4E5D72" w14:textId="77777777" w:rsidTr="0071620A">
        <w:trPr>
          <w:trHeight w:val="397"/>
        </w:trPr>
        <w:tc>
          <w:tcPr>
            <w:tcW w:w="3544" w:type="dxa"/>
          </w:tcPr>
          <w:p w14:paraId="5D4E5D7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D4E5D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D4E5D75" w14:textId="77777777" w:rsidTr="0071620A">
        <w:trPr>
          <w:trHeight w:val="397"/>
        </w:trPr>
        <w:tc>
          <w:tcPr>
            <w:tcW w:w="3544" w:type="dxa"/>
          </w:tcPr>
          <w:p w14:paraId="5D4E5D7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4E5D7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D4E5D7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4E5D77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D4E5D7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D4E5D7F" w14:textId="77777777" w:rsidTr="0071620A">
        <w:trPr>
          <w:trHeight w:val="397"/>
        </w:trPr>
        <w:tc>
          <w:tcPr>
            <w:tcW w:w="7513" w:type="dxa"/>
          </w:tcPr>
          <w:p w14:paraId="5D4E5D7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D4E5D7A" w14:textId="77777777" w:rsidR="00BD0D10" w:rsidRPr="00BD0D10" w:rsidRDefault="00BD0D10" w:rsidP="00BD0D10">
            <w:pPr>
              <w:spacing w:after="0" w:line="240" w:lineRule="auto"/>
              <w:rPr>
                <w:sz w:val="24"/>
                <w:szCs w:val="24"/>
              </w:rPr>
            </w:pPr>
            <w:r w:rsidRPr="00BD0D10">
              <w:rPr>
                <w:sz w:val="24"/>
                <w:szCs w:val="24"/>
              </w:rPr>
              <w:t xml:space="preserve">Chełpa S., Witkowski T., Psychologia konfliktów, Biblioteka Moderatora, </w:t>
            </w:r>
            <w:proofErr w:type="spellStart"/>
            <w:r w:rsidRPr="00BD0D10">
              <w:rPr>
                <w:sz w:val="24"/>
                <w:szCs w:val="24"/>
              </w:rPr>
              <w:t>Taszyn</w:t>
            </w:r>
            <w:proofErr w:type="spellEnd"/>
            <w:r w:rsidRPr="00BD0D10">
              <w:rPr>
                <w:sz w:val="24"/>
                <w:szCs w:val="24"/>
              </w:rPr>
              <w:t xml:space="preserve"> 2004.</w:t>
            </w:r>
          </w:p>
          <w:p w14:paraId="5D4E5D7B" w14:textId="77777777" w:rsidR="00BD0D10" w:rsidRPr="00BD0D10" w:rsidRDefault="00BD0D10" w:rsidP="00BD0D10">
            <w:pPr>
              <w:spacing w:after="0" w:line="240" w:lineRule="auto"/>
              <w:rPr>
                <w:sz w:val="24"/>
                <w:szCs w:val="24"/>
              </w:rPr>
            </w:pPr>
            <w:r w:rsidRPr="00BD0D10">
              <w:rPr>
                <w:sz w:val="24"/>
                <w:szCs w:val="24"/>
              </w:rPr>
              <w:t>Gordon T., Wychowanie bez porażek szefów, liderów, przywódców</w:t>
            </w:r>
            <w:r>
              <w:rPr>
                <w:sz w:val="24"/>
                <w:szCs w:val="24"/>
              </w:rPr>
              <w:t>, PAX, Warszawa</w:t>
            </w:r>
            <w:r w:rsidRPr="00BD0D10">
              <w:rPr>
                <w:sz w:val="24"/>
                <w:szCs w:val="24"/>
              </w:rPr>
              <w:t xml:space="preserve"> 1996.</w:t>
            </w:r>
          </w:p>
          <w:p w14:paraId="5D4E5D7C" w14:textId="77777777" w:rsidR="00BD0D10" w:rsidRPr="00BD0D10" w:rsidRDefault="00BD0D10" w:rsidP="00BD0D10">
            <w:pPr>
              <w:spacing w:after="0" w:line="240" w:lineRule="auto"/>
              <w:rPr>
                <w:sz w:val="24"/>
                <w:szCs w:val="24"/>
              </w:rPr>
            </w:pPr>
            <w:r w:rsidRPr="00BD0D10">
              <w:rPr>
                <w:sz w:val="24"/>
                <w:szCs w:val="24"/>
              </w:rPr>
              <w:t>Stocki R., Doskonalenie umiejętności negocj</w:t>
            </w:r>
            <w:r>
              <w:rPr>
                <w:sz w:val="24"/>
                <w:szCs w:val="24"/>
              </w:rPr>
              <w:t xml:space="preserve">acyjnych. Materiały szkoleniowe, </w:t>
            </w:r>
            <w:r w:rsidRPr="00BD0D10">
              <w:rPr>
                <w:sz w:val="24"/>
                <w:szCs w:val="24"/>
              </w:rPr>
              <w:t xml:space="preserve">Oficyna Ekonomiczna, </w:t>
            </w:r>
            <w:r>
              <w:rPr>
                <w:sz w:val="24"/>
                <w:szCs w:val="24"/>
              </w:rPr>
              <w:t xml:space="preserve">Kraków </w:t>
            </w:r>
            <w:r w:rsidRPr="00BD0D10">
              <w:rPr>
                <w:sz w:val="24"/>
                <w:szCs w:val="24"/>
              </w:rPr>
              <w:t>2005.</w:t>
            </w:r>
          </w:p>
          <w:p w14:paraId="5D4E5D7D" w14:textId="77777777" w:rsidR="00BD0D10" w:rsidRDefault="00BD0D10" w:rsidP="00BD0D10">
            <w:pPr>
              <w:spacing w:after="0" w:line="240" w:lineRule="auto"/>
            </w:pPr>
            <w:proofErr w:type="spellStart"/>
            <w:r w:rsidRPr="00BD0D10">
              <w:rPr>
                <w:sz w:val="24"/>
                <w:szCs w:val="24"/>
              </w:rPr>
              <w:t>Wilmot</w:t>
            </w:r>
            <w:proofErr w:type="spellEnd"/>
            <w:r w:rsidRPr="00BD0D10">
              <w:rPr>
                <w:sz w:val="24"/>
                <w:szCs w:val="24"/>
              </w:rPr>
              <w:t xml:space="preserve"> W.W., </w:t>
            </w:r>
            <w:proofErr w:type="spellStart"/>
            <w:r w:rsidRPr="00BD0D10">
              <w:rPr>
                <w:sz w:val="24"/>
                <w:szCs w:val="24"/>
              </w:rPr>
              <w:t>Hocker</w:t>
            </w:r>
            <w:proofErr w:type="spellEnd"/>
            <w:r w:rsidRPr="00BD0D10">
              <w:rPr>
                <w:sz w:val="24"/>
                <w:szCs w:val="24"/>
              </w:rPr>
              <w:t xml:space="preserve"> J.L., Konflikty między ludźmi</w:t>
            </w:r>
            <w:r>
              <w:rPr>
                <w:sz w:val="24"/>
                <w:szCs w:val="24"/>
              </w:rPr>
              <w:t xml:space="preserve">, </w:t>
            </w:r>
            <w:r w:rsidRPr="00BD0D10">
              <w:rPr>
                <w:sz w:val="24"/>
                <w:szCs w:val="24"/>
              </w:rPr>
              <w:t>Wydawnictwo Naukowe PWN,</w:t>
            </w:r>
            <w:r>
              <w:rPr>
                <w:sz w:val="24"/>
                <w:szCs w:val="24"/>
              </w:rPr>
              <w:t xml:space="preserve"> Warszawa</w:t>
            </w:r>
            <w:r w:rsidRPr="00BD0D10">
              <w:rPr>
                <w:sz w:val="24"/>
                <w:szCs w:val="24"/>
              </w:rPr>
              <w:t xml:space="preserve"> 2011</w:t>
            </w:r>
            <w:r>
              <w:t>.</w:t>
            </w:r>
          </w:p>
          <w:p w14:paraId="5D4E5D7E" w14:textId="77777777" w:rsidR="00BD0D10" w:rsidRPr="009C54AE" w:rsidRDefault="00BD0D1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D4E5D83" w14:textId="77777777" w:rsidTr="0071620A">
        <w:trPr>
          <w:trHeight w:val="397"/>
        </w:trPr>
        <w:tc>
          <w:tcPr>
            <w:tcW w:w="7513" w:type="dxa"/>
          </w:tcPr>
          <w:p w14:paraId="5D4E5D8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D4E5D81" w14:textId="77777777" w:rsidR="00BD0D10" w:rsidRPr="00BD0D10" w:rsidRDefault="00BD0D10" w:rsidP="00BD0D10">
            <w:pPr>
              <w:spacing w:after="0" w:line="240" w:lineRule="auto"/>
              <w:rPr>
                <w:sz w:val="24"/>
                <w:szCs w:val="24"/>
              </w:rPr>
            </w:pPr>
            <w:r w:rsidRPr="00BD0D10">
              <w:rPr>
                <w:sz w:val="24"/>
                <w:szCs w:val="24"/>
              </w:rPr>
              <w:t>Myśliwiec G., Techniki i triki negocjacyjne</w:t>
            </w:r>
            <w:r>
              <w:rPr>
                <w:sz w:val="24"/>
                <w:szCs w:val="24"/>
              </w:rPr>
              <w:t>, Wydawnictwo Efekt Warszawa</w:t>
            </w:r>
            <w:r w:rsidRPr="00BD0D10">
              <w:rPr>
                <w:sz w:val="24"/>
                <w:szCs w:val="24"/>
              </w:rPr>
              <w:t xml:space="preserve"> 1999.</w:t>
            </w:r>
          </w:p>
          <w:p w14:paraId="5D4E5D82" w14:textId="77777777" w:rsidR="00BD0D10" w:rsidRPr="009C54AE" w:rsidRDefault="00BD0D10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5D4E5D8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4E5D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4E5D8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2B99F" w14:textId="77777777" w:rsidR="00B83D58" w:rsidRDefault="00B83D58" w:rsidP="00C16ABF">
      <w:pPr>
        <w:spacing w:after="0" w:line="240" w:lineRule="auto"/>
      </w:pPr>
      <w:r>
        <w:separator/>
      </w:r>
    </w:p>
  </w:endnote>
  <w:endnote w:type="continuationSeparator" w:id="0">
    <w:p w14:paraId="2F918649" w14:textId="77777777" w:rsidR="00B83D58" w:rsidRDefault="00B83D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16619" w14:textId="77777777" w:rsidR="00B83D58" w:rsidRDefault="00B83D58" w:rsidP="00C16ABF">
      <w:pPr>
        <w:spacing w:after="0" w:line="240" w:lineRule="auto"/>
      </w:pPr>
      <w:r>
        <w:separator/>
      </w:r>
    </w:p>
  </w:footnote>
  <w:footnote w:type="continuationSeparator" w:id="0">
    <w:p w14:paraId="3E89A7C5" w14:textId="77777777" w:rsidR="00B83D58" w:rsidRDefault="00B83D58" w:rsidP="00C16ABF">
      <w:pPr>
        <w:spacing w:after="0" w:line="240" w:lineRule="auto"/>
      </w:pPr>
      <w:r>
        <w:continuationSeparator/>
      </w:r>
    </w:p>
  </w:footnote>
  <w:footnote w:id="1">
    <w:p w14:paraId="5D4E5D8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9D1BF6"/>
    <w:multiLevelType w:val="hybridMultilevel"/>
    <w:tmpl w:val="A1BA0F76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23FE"/>
    <w:rsid w:val="00002BC8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6800"/>
    <w:rsid w:val="00124BFF"/>
    <w:rsid w:val="0012560E"/>
    <w:rsid w:val="00127108"/>
    <w:rsid w:val="00134B13"/>
    <w:rsid w:val="0014323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B2231"/>
    <w:rsid w:val="001D657B"/>
    <w:rsid w:val="001D7B54"/>
    <w:rsid w:val="001E0209"/>
    <w:rsid w:val="001F2CA2"/>
    <w:rsid w:val="002144C0"/>
    <w:rsid w:val="0022477D"/>
    <w:rsid w:val="002278A9"/>
    <w:rsid w:val="00231FBA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FE7"/>
    <w:rsid w:val="002F02A3"/>
    <w:rsid w:val="002F4ABE"/>
    <w:rsid w:val="003018BA"/>
    <w:rsid w:val="0030395F"/>
    <w:rsid w:val="00305C92"/>
    <w:rsid w:val="003151C5"/>
    <w:rsid w:val="0032075D"/>
    <w:rsid w:val="003343CF"/>
    <w:rsid w:val="00345A3C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34DB"/>
    <w:rsid w:val="003D6CE2"/>
    <w:rsid w:val="003E1941"/>
    <w:rsid w:val="003E2FE6"/>
    <w:rsid w:val="003E49D5"/>
    <w:rsid w:val="003F38C0"/>
    <w:rsid w:val="00403513"/>
    <w:rsid w:val="00413D5B"/>
    <w:rsid w:val="00414E3C"/>
    <w:rsid w:val="0042244A"/>
    <w:rsid w:val="0042745A"/>
    <w:rsid w:val="00431D5C"/>
    <w:rsid w:val="004362C6"/>
    <w:rsid w:val="00437FA2"/>
    <w:rsid w:val="00445970"/>
    <w:rsid w:val="00455ACF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2EEB"/>
    <w:rsid w:val="00513B6F"/>
    <w:rsid w:val="00517C63"/>
    <w:rsid w:val="00526C94"/>
    <w:rsid w:val="00533D93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5F685D"/>
    <w:rsid w:val="0061029B"/>
    <w:rsid w:val="00617230"/>
    <w:rsid w:val="00621CE1"/>
    <w:rsid w:val="00627FC9"/>
    <w:rsid w:val="00636955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21E"/>
    <w:rsid w:val="00916188"/>
    <w:rsid w:val="00923D7D"/>
    <w:rsid w:val="00943A76"/>
    <w:rsid w:val="00944DEE"/>
    <w:rsid w:val="009508DF"/>
    <w:rsid w:val="00950DAC"/>
    <w:rsid w:val="00954A07"/>
    <w:rsid w:val="009942B8"/>
    <w:rsid w:val="00997F14"/>
    <w:rsid w:val="009A001B"/>
    <w:rsid w:val="009A0D74"/>
    <w:rsid w:val="009A78D9"/>
    <w:rsid w:val="009C1331"/>
    <w:rsid w:val="009C3E31"/>
    <w:rsid w:val="009C54AE"/>
    <w:rsid w:val="009C659D"/>
    <w:rsid w:val="009C788E"/>
    <w:rsid w:val="009E3B41"/>
    <w:rsid w:val="009F3C5C"/>
    <w:rsid w:val="009F4610"/>
    <w:rsid w:val="00A00ECC"/>
    <w:rsid w:val="00A076AA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7201"/>
    <w:rsid w:val="00A84C85"/>
    <w:rsid w:val="00A97DE1"/>
    <w:rsid w:val="00AB053C"/>
    <w:rsid w:val="00AC0C6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0844"/>
    <w:rsid w:val="00B135B1"/>
    <w:rsid w:val="00B3130B"/>
    <w:rsid w:val="00B40ADB"/>
    <w:rsid w:val="00B43B77"/>
    <w:rsid w:val="00B43E80"/>
    <w:rsid w:val="00B524F7"/>
    <w:rsid w:val="00B607DB"/>
    <w:rsid w:val="00B66529"/>
    <w:rsid w:val="00B75946"/>
    <w:rsid w:val="00B803AF"/>
    <w:rsid w:val="00B8056E"/>
    <w:rsid w:val="00B819C8"/>
    <w:rsid w:val="00B82308"/>
    <w:rsid w:val="00B83D58"/>
    <w:rsid w:val="00B90885"/>
    <w:rsid w:val="00BA620B"/>
    <w:rsid w:val="00BB520A"/>
    <w:rsid w:val="00BD0D10"/>
    <w:rsid w:val="00BD3869"/>
    <w:rsid w:val="00BD66E9"/>
    <w:rsid w:val="00BD6FF4"/>
    <w:rsid w:val="00BF2C41"/>
    <w:rsid w:val="00C058B4"/>
    <w:rsid w:val="00C059E0"/>
    <w:rsid w:val="00C05F44"/>
    <w:rsid w:val="00C131B5"/>
    <w:rsid w:val="00C16ABF"/>
    <w:rsid w:val="00C170AE"/>
    <w:rsid w:val="00C26CB7"/>
    <w:rsid w:val="00C324C1"/>
    <w:rsid w:val="00C36992"/>
    <w:rsid w:val="00C37537"/>
    <w:rsid w:val="00C45D28"/>
    <w:rsid w:val="00C56036"/>
    <w:rsid w:val="00C61DC5"/>
    <w:rsid w:val="00C67E92"/>
    <w:rsid w:val="00C70A26"/>
    <w:rsid w:val="00C75CFC"/>
    <w:rsid w:val="00C7609E"/>
    <w:rsid w:val="00C766DF"/>
    <w:rsid w:val="00C94B98"/>
    <w:rsid w:val="00CA2B96"/>
    <w:rsid w:val="00CA5089"/>
    <w:rsid w:val="00CB34AB"/>
    <w:rsid w:val="00CB42CB"/>
    <w:rsid w:val="00CD6897"/>
    <w:rsid w:val="00CE4650"/>
    <w:rsid w:val="00CE5BAC"/>
    <w:rsid w:val="00CF25BE"/>
    <w:rsid w:val="00CF2BAC"/>
    <w:rsid w:val="00CF78ED"/>
    <w:rsid w:val="00D02B25"/>
    <w:rsid w:val="00D02EBA"/>
    <w:rsid w:val="00D0376F"/>
    <w:rsid w:val="00D17C3C"/>
    <w:rsid w:val="00D26B2C"/>
    <w:rsid w:val="00D352C9"/>
    <w:rsid w:val="00D35CF5"/>
    <w:rsid w:val="00D425B2"/>
    <w:rsid w:val="00D428D6"/>
    <w:rsid w:val="00D552B2"/>
    <w:rsid w:val="00D57A17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559B"/>
    <w:rsid w:val="00E63348"/>
    <w:rsid w:val="00E77E88"/>
    <w:rsid w:val="00E8107D"/>
    <w:rsid w:val="00E960BB"/>
    <w:rsid w:val="00EA2074"/>
    <w:rsid w:val="00EA4832"/>
    <w:rsid w:val="00EA4E9D"/>
    <w:rsid w:val="00EC0597"/>
    <w:rsid w:val="00EC4899"/>
    <w:rsid w:val="00ED03AB"/>
    <w:rsid w:val="00ED32D2"/>
    <w:rsid w:val="00EE32DE"/>
    <w:rsid w:val="00EE5457"/>
    <w:rsid w:val="00F070AB"/>
    <w:rsid w:val="00F17567"/>
    <w:rsid w:val="00F27A7B"/>
    <w:rsid w:val="00F35EE1"/>
    <w:rsid w:val="00F365A5"/>
    <w:rsid w:val="00F526AF"/>
    <w:rsid w:val="00F617C3"/>
    <w:rsid w:val="00F7066B"/>
    <w:rsid w:val="00F83B28"/>
    <w:rsid w:val="00FA2A53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E5C72"/>
  <w15:docId w15:val="{BCAD9E45-9CE6-4CE4-A0D4-313E3FC98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AE84A-D395-4019-B8A9-A641A86E1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4</Pages>
  <Words>766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2020-10-14T10:24:00Z</cp:lastPrinted>
  <dcterms:created xsi:type="dcterms:W3CDTF">2022-03-29T17:13:00Z</dcterms:created>
  <dcterms:modified xsi:type="dcterms:W3CDTF">2023-04-20T07:22:00Z</dcterms:modified>
</cp:coreProperties>
</file>